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B86" w:rsidRPr="00D82D84" w:rsidRDefault="00AF2B86" w:rsidP="00C27B97">
      <w:pPr>
        <w:jc w:val="both"/>
        <w:rPr>
          <w:sz w:val="24"/>
          <w:szCs w:val="24"/>
        </w:rPr>
      </w:pPr>
      <w:bookmarkStart w:id="0" w:name="_GoBack"/>
      <w:bookmarkEnd w:id="0"/>
    </w:p>
    <w:p w:rsidR="00AF2B86" w:rsidRPr="00D82D84" w:rsidRDefault="00AF2B86" w:rsidP="00C27B97">
      <w:pPr>
        <w:pStyle w:val="Vahedeta"/>
        <w:jc w:val="both"/>
        <w:rPr>
          <w:sz w:val="24"/>
          <w:szCs w:val="24"/>
        </w:rPr>
      </w:pPr>
    </w:p>
    <w:p w:rsidR="00D82D84" w:rsidRPr="00D82D84" w:rsidRDefault="00D82D84" w:rsidP="00C27B97">
      <w:pPr>
        <w:spacing w:after="0" w:line="240" w:lineRule="auto"/>
        <w:jc w:val="both"/>
        <w:rPr>
          <w:sz w:val="24"/>
          <w:szCs w:val="24"/>
        </w:rPr>
      </w:pPr>
    </w:p>
    <w:p w:rsidR="00996AA6" w:rsidRPr="00133335" w:rsidRDefault="00A14601" w:rsidP="00133335">
      <w:pPr>
        <w:spacing w:after="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</w:t>
      </w:r>
    </w:p>
    <w:p w:rsidR="00AE208A" w:rsidRPr="00133335" w:rsidRDefault="00AE208A" w:rsidP="00133335">
      <w:pPr>
        <w:pStyle w:val="Pealkiri"/>
        <w:rPr>
          <w:rFonts w:ascii="Times New Roman" w:hAnsi="Times New Roman" w:cs="Times New Roman"/>
          <w:sz w:val="24"/>
          <w:szCs w:val="24"/>
        </w:rPr>
      </w:pP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Lp Rina </w:t>
      </w:r>
      <w:proofErr w:type="spellStart"/>
      <w:r>
        <w:rPr>
          <w:rFonts w:eastAsia="Times New Roman"/>
          <w:color w:val="000000"/>
          <w:sz w:val="24"/>
          <w:szCs w:val="24"/>
        </w:rPr>
        <w:t>Sillandi</w:t>
      </w:r>
      <w:proofErr w:type="spellEnd"/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Nõunik</w:t>
      </w: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Vabakutsete talitus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  <w:t>Teie  06.02.2024</w:t>
      </w: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Justiitsministeerium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  <w:t>Meie 08.02.2024</w:t>
      </w: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Pr="00D95359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D95359">
        <w:rPr>
          <w:rFonts w:eastAsia="Times New Roman"/>
          <w:color w:val="000000"/>
          <w:sz w:val="24"/>
          <w:szCs w:val="24"/>
        </w:rPr>
        <w:t xml:space="preserve">Aruanne </w:t>
      </w:r>
      <w:r>
        <w:rPr>
          <w:rFonts w:eastAsia="Times New Roman"/>
          <w:color w:val="000000"/>
          <w:sz w:val="24"/>
          <w:szCs w:val="24"/>
        </w:rPr>
        <w:t>Narva</w:t>
      </w:r>
      <w:r w:rsidRPr="00D95359">
        <w:rPr>
          <w:rFonts w:eastAsia="Times New Roman"/>
          <w:color w:val="000000"/>
          <w:sz w:val="24"/>
          <w:szCs w:val="24"/>
        </w:rPr>
        <w:t xml:space="preserve"> linnasekretäri tõestamistoimingute (notariaadiseaduse § 53 lg 1 p 2) kohta 2023. aastal (perioodil 01. jaanuarist 2023 kuni 31. detsembrini 2023):</w:t>
      </w: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Pr="00D95359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D95359">
        <w:rPr>
          <w:rFonts w:eastAsia="Times New Roman"/>
          <w:color w:val="000000"/>
          <w:sz w:val="24"/>
          <w:szCs w:val="24"/>
        </w:rPr>
        <w:t>Toiming                            Arv        </w:t>
      </w:r>
    </w:p>
    <w:p w:rsidR="00D70546" w:rsidRPr="00D95359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D95359">
        <w:rPr>
          <w:rFonts w:eastAsia="Times New Roman"/>
          <w:color w:val="000000"/>
          <w:sz w:val="24"/>
          <w:szCs w:val="24"/>
        </w:rPr>
        <w:t>Ärakirja kinnitamine    </w:t>
      </w:r>
      <w:r>
        <w:rPr>
          <w:rFonts w:eastAsia="Times New Roman"/>
          <w:color w:val="000000"/>
          <w:sz w:val="24"/>
          <w:szCs w:val="24"/>
        </w:rPr>
        <w:t xml:space="preserve">    </w:t>
      </w:r>
      <w:r w:rsidRPr="00D95359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0</w:t>
      </w:r>
    </w:p>
    <w:p w:rsidR="00D70546" w:rsidRPr="00D95359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D95359">
        <w:rPr>
          <w:rFonts w:eastAsia="Times New Roman"/>
          <w:color w:val="000000"/>
          <w:sz w:val="24"/>
          <w:szCs w:val="24"/>
        </w:rPr>
        <w:t>Väljavõtte kinnitamine  </w:t>
      </w:r>
      <w:r>
        <w:rPr>
          <w:rFonts w:eastAsia="Times New Roman"/>
          <w:color w:val="000000"/>
          <w:sz w:val="24"/>
          <w:szCs w:val="24"/>
        </w:rPr>
        <w:t xml:space="preserve">   </w:t>
      </w:r>
      <w:r w:rsidRPr="00D95359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0</w:t>
      </w:r>
    </w:p>
    <w:p w:rsidR="00D70546" w:rsidRPr="00D95359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D95359">
        <w:rPr>
          <w:rFonts w:eastAsia="Times New Roman"/>
          <w:color w:val="000000"/>
          <w:sz w:val="24"/>
          <w:szCs w:val="24"/>
        </w:rPr>
        <w:t xml:space="preserve">Volituste tõendamine    </w:t>
      </w:r>
      <w:r>
        <w:rPr>
          <w:rFonts w:eastAsia="Times New Roman"/>
          <w:color w:val="000000"/>
          <w:sz w:val="24"/>
          <w:szCs w:val="24"/>
        </w:rPr>
        <w:t xml:space="preserve">    0</w:t>
      </w: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D95359">
        <w:rPr>
          <w:rFonts w:eastAsia="Times New Roman"/>
          <w:color w:val="000000"/>
          <w:sz w:val="24"/>
          <w:szCs w:val="24"/>
        </w:rPr>
        <w:t>Avalduste tõestamine  </w:t>
      </w:r>
      <w:r>
        <w:rPr>
          <w:rFonts w:eastAsia="Times New Roman"/>
          <w:color w:val="000000"/>
          <w:sz w:val="24"/>
          <w:szCs w:val="24"/>
        </w:rPr>
        <w:t xml:space="preserve">     </w:t>
      </w:r>
      <w:r w:rsidRPr="00D95359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0</w:t>
      </w: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Lugupidamisega</w:t>
      </w: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Pr="00A2006C" w:rsidRDefault="00D70546" w:rsidP="00D70546">
      <w:pPr>
        <w:shd w:val="clear" w:color="auto" w:fill="FFFFFF"/>
        <w:spacing w:after="0" w:line="240" w:lineRule="auto"/>
        <w:rPr>
          <w:rFonts w:eastAsia="Times New Roman"/>
          <w:i/>
          <w:iCs/>
          <w:color w:val="000000"/>
          <w:sz w:val="24"/>
          <w:szCs w:val="24"/>
        </w:rPr>
      </w:pPr>
      <w:r w:rsidRPr="00A2006C">
        <w:rPr>
          <w:rFonts w:eastAsia="Times New Roman"/>
          <w:i/>
          <w:iCs/>
          <w:color w:val="000000"/>
          <w:sz w:val="24"/>
          <w:szCs w:val="24"/>
        </w:rPr>
        <w:t>/allkirjastatud digitaalselt/</w:t>
      </w: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Üllar Kaljuste</w:t>
      </w:r>
    </w:p>
    <w:p w:rsidR="00D70546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linnasekretär</w:t>
      </w:r>
    </w:p>
    <w:p w:rsidR="00D70546" w:rsidRPr="00D95359" w:rsidRDefault="00D70546" w:rsidP="00D70546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D70546" w:rsidRPr="00D95359" w:rsidRDefault="00D70546" w:rsidP="00D70546">
      <w:pPr>
        <w:rPr>
          <w:sz w:val="24"/>
          <w:szCs w:val="24"/>
        </w:rPr>
      </w:pPr>
    </w:p>
    <w:p w:rsidR="00C27B97" w:rsidRPr="00133335" w:rsidRDefault="00C27B97" w:rsidP="00D70546">
      <w:pPr>
        <w:pStyle w:val="Pealkiri"/>
        <w:rPr>
          <w:rFonts w:ascii="Times New Roman" w:eastAsiaTheme="minorEastAsia" w:hAnsi="Times New Roman" w:cs="Times New Roman"/>
          <w:sz w:val="24"/>
          <w:szCs w:val="24"/>
          <w:lang w:eastAsia="et-EE"/>
        </w:rPr>
      </w:pPr>
    </w:p>
    <w:sectPr w:rsidR="00C27B97" w:rsidRPr="00133335" w:rsidSect="00996AA6">
      <w:headerReference w:type="default" r:id="rId8"/>
      <w:footerReference w:type="default" r:id="rId9"/>
      <w:pgSz w:w="11906" w:h="16838"/>
      <w:pgMar w:top="540" w:right="1133" w:bottom="71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3D2" w:rsidRDefault="00A353D2">
      <w:r>
        <w:separator/>
      </w:r>
    </w:p>
  </w:endnote>
  <w:endnote w:type="continuationSeparator" w:id="0">
    <w:p w:rsidR="00A353D2" w:rsidRDefault="00A3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F08" w:rsidRPr="0021778E" w:rsidRDefault="00134F08" w:rsidP="0021778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Peetri plats 5</w:t>
    </w:r>
    <w:r w:rsidR="0021778E" w:rsidRPr="0021778E">
      <w:rPr>
        <w:color w:val="365F91" w:themeColor="accent1" w:themeShade="BF"/>
        <w:sz w:val="20"/>
      </w:rPr>
      <w:tab/>
      <w:t>registrikood 75008485</w:t>
    </w:r>
    <w:r w:rsidR="0021778E" w:rsidRPr="0021778E">
      <w:rPr>
        <w:color w:val="365F91" w:themeColor="accent1" w:themeShade="BF"/>
        <w:sz w:val="20"/>
      </w:rPr>
      <w:tab/>
      <w:t>tel.: +372 359 9001</w:t>
    </w:r>
  </w:p>
  <w:p w:rsidR="00134F08" w:rsidRPr="0021778E" w:rsidRDefault="00134F08" w:rsidP="0021778E">
    <w:pPr>
      <w:tabs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20308 Narva</w:t>
    </w:r>
    <w:r w:rsidR="0021778E" w:rsidRPr="0021778E">
      <w:rPr>
        <w:color w:val="365F91" w:themeColor="accent1" w:themeShade="BF"/>
        <w:sz w:val="20"/>
      </w:rPr>
      <w:tab/>
    </w:r>
    <w:proofErr w:type="spellStart"/>
    <w:r w:rsidR="0021778E" w:rsidRPr="0021778E">
      <w:rPr>
        <w:color w:val="365F91" w:themeColor="accent1" w:themeShade="BF"/>
        <w:sz w:val="20"/>
      </w:rPr>
      <w:t>fax</w:t>
    </w:r>
    <w:proofErr w:type="spellEnd"/>
    <w:r w:rsidR="0021778E" w:rsidRPr="0021778E">
      <w:rPr>
        <w:color w:val="365F91" w:themeColor="accent1" w:themeShade="BF"/>
        <w:sz w:val="20"/>
      </w:rPr>
      <w:t>.: +372 359 9020</w:t>
    </w:r>
  </w:p>
  <w:p w:rsidR="00BB0462" w:rsidRPr="0021778E" w:rsidRDefault="00134F08" w:rsidP="00134F08">
    <w:pPr>
      <w:spacing w:after="0" w:line="240" w:lineRule="auto"/>
      <w:jc w:val="right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EESTI VABARIIK</w:t>
    </w:r>
    <w:r w:rsidRPr="0021778E">
      <w:rPr>
        <w:color w:val="365F91" w:themeColor="accent1" w:themeShade="BF"/>
        <w:sz w:val="20"/>
      </w:rPr>
      <w:ptab w:relativeTo="margin" w:alignment="center" w:leader="none"/>
    </w:r>
    <w:r w:rsidRPr="0021778E">
      <w:rPr>
        <w:color w:val="365F91" w:themeColor="accent1" w:themeShade="BF"/>
        <w:sz w:val="20"/>
      </w:rPr>
      <w:ptab w:relativeTo="margin" w:alignment="right" w:leader="none"/>
    </w:r>
    <w:r w:rsidR="0021778E" w:rsidRPr="0021778E">
      <w:rPr>
        <w:color w:val="365F91" w:themeColor="accent1" w:themeShade="BF"/>
        <w:sz w:val="20"/>
      </w:rPr>
      <w:t xml:space="preserve"> e-mail: narvalv@narva.ee</w:t>
    </w:r>
  </w:p>
  <w:p w:rsid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  <w:p w:rsidR="00134F08" w:rsidRP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3D2" w:rsidRDefault="00A353D2">
      <w:r>
        <w:separator/>
      </w:r>
    </w:p>
  </w:footnote>
  <w:footnote w:type="continuationSeparator" w:id="0">
    <w:p w:rsidR="00A353D2" w:rsidRDefault="00A35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462" w:rsidRDefault="00217545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784F269" wp14:editId="3254733F">
              <wp:simplePos x="0" y="0"/>
              <wp:positionH relativeFrom="column">
                <wp:posOffset>1143000</wp:posOffset>
              </wp:positionH>
              <wp:positionV relativeFrom="paragraph">
                <wp:posOffset>-220980</wp:posOffset>
              </wp:positionV>
              <wp:extent cx="3675380" cy="1371600"/>
              <wp:effectExtent l="0" t="0" r="0" b="1905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5380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0462" w:rsidRDefault="00217545" w:rsidP="00675818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t-EE"/>
                            </w:rPr>
                            <w:drawing>
                              <wp:inline distT="0" distB="0" distL="0" distR="0" wp14:anchorId="37CC9C20" wp14:editId="3F8E3E82">
                                <wp:extent cx="657225" cy="800100"/>
                                <wp:effectExtent l="0" t="0" r="9525" b="0"/>
                                <wp:docPr id="6" name="Pilt 6" descr="Narva_VAP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Narva_VAP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BB0462" w:rsidRPr="00AB0FA0" w:rsidRDefault="00973BF1" w:rsidP="00675818">
                          <w:pPr>
                            <w:jc w:val="center"/>
                            <w:rPr>
                              <w:color w:val="0000FF"/>
                              <w:sz w:val="44"/>
                              <w:szCs w:val="44"/>
                            </w:rPr>
                          </w:pPr>
                          <w:r>
                            <w:rPr>
                              <w:color w:val="0000FF"/>
                              <w:sz w:val="44"/>
                              <w:szCs w:val="44"/>
                            </w:rPr>
                            <w:t xml:space="preserve">NARVA  </w:t>
                          </w:r>
                          <w:r w:rsidR="00BB0462" w:rsidRPr="001E4DB0">
                            <w:rPr>
                              <w:color w:val="0000FF"/>
                              <w:sz w:val="44"/>
                              <w:szCs w:val="44"/>
                            </w:rPr>
                            <w:t>LINNA</w:t>
                          </w:r>
                          <w:r w:rsidR="000855E3">
                            <w:rPr>
                              <w:color w:val="0000FF"/>
                              <w:sz w:val="44"/>
                              <w:szCs w:val="44"/>
                            </w:rPr>
                            <w:t>KANTSELEI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84F2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pt;margin-top:-17.4pt;width:289.4pt;height:108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" stroked="f">
              <v:textbox>
                <w:txbxContent>
                  <w:p w:rsidR="00BB0462" w:rsidRDefault="00217545" w:rsidP="00675818">
                    <w:pPr>
                      <w:jc w:val="center"/>
                    </w:pPr>
                    <w:r>
                      <w:rPr>
                        <w:noProof/>
                        <w:lang w:eastAsia="et-EE"/>
                      </w:rPr>
                      <w:drawing>
                        <wp:inline distT="0" distB="0" distL="0" distR="0" wp14:anchorId="37CC9C20" wp14:editId="3F8E3E82">
                          <wp:extent cx="657225" cy="800100"/>
                          <wp:effectExtent l="0" t="0" r="9525" b="0"/>
                          <wp:docPr id="6" name="Pilt 6" descr="Narva_VAP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Narva_VAP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722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BB0462" w:rsidRPr="00AB0FA0" w:rsidRDefault="00973BF1" w:rsidP="00675818">
                    <w:pPr>
                      <w:jc w:val="center"/>
                      <w:rPr>
                        <w:color w:val="0000FF"/>
                        <w:sz w:val="44"/>
                        <w:szCs w:val="44"/>
                      </w:rPr>
                    </w:pPr>
                    <w:r>
                      <w:rPr>
                        <w:color w:val="0000FF"/>
                        <w:sz w:val="44"/>
                        <w:szCs w:val="44"/>
                      </w:rPr>
                      <w:t xml:space="preserve">NARVA  </w:t>
                    </w:r>
                    <w:r w:rsidR="00BB0462" w:rsidRPr="001E4DB0">
                      <w:rPr>
                        <w:color w:val="0000FF"/>
                        <w:sz w:val="44"/>
                        <w:szCs w:val="44"/>
                      </w:rPr>
                      <w:t>LINNA</w:t>
                    </w:r>
                    <w:r w:rsidR="000855E3">
                      <w:rPr>
                        <w:color w:val="0000FF"/>
                        <w:sz w:val="44"/>
                        <w:szCs w:val="44"/>
                      </w:rPr>
                      <w:t>KANTSELEI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FFFFFFFF"/>
    <w:lvl w:ilvl="0">
      <w:start w:val="1"/>
      <w:numFmt w:val="decimal"/>
      <w:lvlText w:val="%1."/>
      <w:lvlJc w:val="left"/>
      <w:pPr>
        <w:ind w:left="377" w:hanging="262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76" w:hanging="262"/>
      </w:pPr>
    </w:lvl>
    <w:lvl w:ilvl="2">
      <w:numFmt w:val="bullet"/>
      <w:lvlText w:val="•"/>
      <w:lvlJc w:val="left"/>
      <w:pPr>
        <w:ind w:left="2173" w:hanging="262"/>
      </w:pPr>
    </w:lvl>
    <w:lvl w:ilvl="3">
      <w:numFmt w:val="bullet"/>
      <w:lvlText w:val="•"/>
      <w:lvlJc w:val="left"/>
      <w:pPr>
        <w:ind w:left="3069" w:hanging="262"/>
      </w:pPr>
    </w:lvl>
    <w:lvl w:ilvl="4">
      <w:numFmt w:val="bullet"/>
      <w:lvlText w:val="•"/>
      <w:lvlJc w:val="left"/>
      <w:pPr>
        <w:ind w:left="3966" w:hanging="262"/>
      </w:pPr>
    </w:lvl>
    <w:lvl w:ilvl="5">
      <w:numFmt w:val="bullet"/>
      <w:lvlText w:val="•"/>
      <w:lvlJc w:val="left"/>
      <w:pPr>
        <w:ind w:left="4863" w:hanging="262"/>
      </w:pPr>
    </w:lvl>
    <w:lvl w:ilvl="6">
      <w:numFmt w:val="bullet"/>
      <w:lvlText w:val="•"/>
      <w:lvlJc w:val="left"/>
      <w:pPr>
        <w:ind w:left="5759" w:hanging="262"/>
      </w:pPr>
    </w:lvl>
    <w:lvl w:ilvl="7">
      <w:numFmt w:val="bullet"/>
      <w:lvlText w:val="•"/>
      <w:lvlJc w:val="left"/>
      <w:pPr>
        <w:ind w:left="6656" w:hanging="262"/>
      </w:pPr>
    </w:lvl>
    <w:lvl w:ilvl="8">
      <w:numFmt w:val="bullet"/>
      <w:lvlText w:val="•"/>
      <w:lvlJc w:val="left"/>
      <w:pPr>
        <w:ind w:left="7553" w:hanging="262"/>
      </w:pPr>
    </w:lvl>
  </w:abstractNum>
  <w:abstractNum w:abstractNumId="1" w15:restartNumberingAfterBreak="0">
    <w:nsid w:val="0FCE7D00"/>
    <w:multiLevelType w:val="hybridMultilevel"/>
    <w:tmpl w:val="D7CADA6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9C465C"/>
    <w:multiLevelType w:val="hybridMultilevel"/>
    <w:tmpl w:val="11F40E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F3"/>
    <w:rsid w:val="00004761"/>
    <w:rsid w:val="000051EC"/>
    <w:rsid w:val="000232CC"/>
    <w:rsid w:val="00066878"/>
    <w:rsid w:val="000855E3"/>
    <w:rsid w:val="00086DC9"/>
    <w:rsid w:val="00093CD9"/>
    <w:rsid w:val="000B4D6F"/>
    <w:rsid w:val="000B7200"/>
    <w:rsid w:val="000C2C5A"/>
    <w:rsid w:val="000C45AD"/>
    <w:rsid w:val="000F6D34"/>
    <w:rsid w:val="0011140D"/>
    <w:rsid w:val="00111590"/>
    <w:rsid w:val="00115BEA"/>
    <w:rsid w:val="0012664A"/>
    <w:rsid w:val="00133335"/>
    <w:rsid w:val="00134F08"/>
    <w:rsid w:val="00161A3E"/>
    <w:rsid w:val="001832AF"/>
    <w:rsid w:val="001A7E19"/>
    <w:rsid w:val="001C7DE2"/>
    <w:rsid w:val="001E4DB0"/>
    <w:rsid w:val="0020009F"/>
    <w:rsid w:val="00212AE0"/>
    <w:rsid w:val="00216A6E"/>
    <w:rsid w:val="00217545"/>
    <w:rsid w:val="0021778E"/>
    <w:rsid w:val="00224B44"/>
    <w:rsid w:val="00235903"/>
    <w:rsid w:val="00240412"/>
    <w:rsid w:val="00245EA6"/>
    <w:rsid w:val="00265008"/>
    <w:rsid w:val="00276FF3"/>
    <w:rsid w:val="002A0523"/>
    <w:rsid w:val="002D3796"/>
    <w:rsid w:val="002E1FDF"/>
    <w:rsid w:val="00304177"/>
    <w:rsid w:val="00304447"/>
    <w:rsid w:val="00315DA8"/>
    <w:rsid w:val="00330B9E"/>
    <w:rsid w:val="00355048"/>
    <w:rsid w:val="00366EC5"/>
    <w:rsid w:val="00377E85"/>
    <w:rsid w:val="003F69E6"/>
    <w:rsid w:val="00406AA3"/>
    <w:rsid w:val="00426419"/>
    <w:rsid w:val="00426B03"/>
    <w:rsid w:val="0045076E"/>
    <w:rsid w:val="004511F4"/>
    <w:rsid w:val="004552E8"/>
    <w:rsid w:val="0045793F"/>
    <w:rsid w:val="00467865"/>
    <w:rsid w:val="00482CD6"/>
    <w:rsid w:val="00497840"/>
    <w:rsid w:val="004A495E"/>
    <w:rsid w:val="004B48D2"/>
    <w:rsid w:val="004D2346"/>
    <w:rsid w:val="004D26E7"/>
    <w:rsid w:val="004E7170"/>
    <w:rsid w:val="004F0CA6"/>
    <w:rsid w:val="004F3363"/>
    <w:rsid w:val="005158C2"/>
    <w:rsid w:val="005470C8"/>
    <w:rsid w:val="0055332B"/>
    <w:rsid w:val="00560F32"/>
    <w:rsid w:val="00565A48"/>
    <w:rsid w:val="00584873"/>
    <w:rsid w:val="005860A3"/>
    <w:rsid w:val="005D4134"/>
    <w:rsid w:val="005D66F1"/>
    <w:rsid w:val="005E1608"/>
    <w:rsid w:val="0060288A"/>
    <w:rsid w:val="0060385F"/>
    <w:rsid w:val="00605E5A"/>
    <w:rsid w:val="00606EA4"/>
    <w:rsid w:val="00613BCF"/>
    <w:rsid w:val="00634F37"/>
    <w:rsid w:val="0065721A"/>
    <w:rsid w:val="006576F4"/>
    <w:rsid w:val="00674F68"/>
    <w:rsid w:val="00675818"/>
    <w:rsid w:val="00680C5E"/>
    <w:rsid w:val="006B73F7"/>
    <w:rsid w:val="006B7DE5"/>
    <w:rsid w:val="006C28D2"/>
    <w:rsid w:val="00714A65"/>
    <w:rsid w:val="00715F9F"/>
    <w:rsid w:val="00724A62"/>
    <w:rsid w:val="007411D3"/>
    <w:rsid w:val="0075210C"/>
    <w:rsid w:val="007550AE"/>
    <w:rsid w:val="00757177"/>
    <w:rsid w:val="0078577D"/>
    <w:rsid w:val="007A539C"/>
    <w:rsid w:val="007A786C"/>
    <w:rsid w:val="007C1AF3"/>
    <w:rsid w:val="007D5030"/>
    <w:rsid w:val="007F59E2"/>
    <w:rsid w:val="008324E9"/>
    <w:rsid w:val="00832D8F"/>
    <w:rsid w:val="00867877"/>
    <w:rsid w:val="00870EE2"/>
    <w:rsid w:val="00873EE1"/>
    <w:rsid w:val="00881659"/>
    <w:rsid w:val="008872A3"/>
    <w:rsid w:val="00892622"/>
    <w:rsid w:val="00893C0D"/>
    <w:rsid w:val="008946B8"/>
    <w:rsid w:val="008A046B"/>
    <w:rsid w:val="008C0AAE"/>
    <w:rsid w:val="008C76DB"/>
    <w:rsid w:val="008D217F"/>
    <w:rsid w:val="008E5BFB"/>
    <w:rsid w:val="008E6961"/>
    <w:rsid w:val="008F3B0F"/>
    <w:rsid w:val="009028B5"/>
    <w:rsid w:val="009274B3"/>
    <w:rsid w:val="00933EDA"/>
    <w:rsid w:val="009363FF"/>
    <w:rsid w:val="009403EE"/>
    <w:rsid w:val="009476D6"/>
    <w:rsid w:val="00962E65"/>
    <w:rsid w:val="009714EF"/>
    <w:rsid w:val="00973BF1"/>
    <w:rsid w:val="0098652F"/>
    <w:rsid w:val="00996AA6"/>
    <w:rsid w:val="009A1C9A"/>
    <w:rsid w:val="009A29AB"/>
    <w:rsid w:val="009A2A32"/>
    <w:rsid w:val="009C67F9"/>
    <w:rsid w:val="009D5DD1"/>
    <w:rsid w:val="00A02DA8"/>
    <w:rsid w:val="00A053EB"/>
    <w:rsid w:val="00A07D01"/>
    <w:rsid w:val="00A14601"/>
    <w:rsid w:val="00A353D2"/>
    <w:rsid w:val="00A61625"/>
    <w:rsid w:val="00A877C7"/>
    <w:rsid w:val="00A87B95"/>
    <w:rsid w:val="00A900E3"/>
    <w:rsid w:val="00AA01DA"/>
    <w:rsid w:val="00AB30E6"/>
    <w:rsid w:val="00AC1D7A"/>
    <w:rsid w:val="00AC2361"/>
    <w:rsid w:val="00AC5B26"/>
    <w:rsid w:val="00AC6678"/>
    <w:rsid w:val="00AC7477"/>
    <w:rsid w:val="00AD6E84"/>
    <w:rsid w:val="00AE208A"/>
    <w:rsid w:val="00AE2509"/>
    <w:rsid w:val="00AE6E25"/>
    <w:rsid w:val="00AF2B86"/>
    <w:rsid w:val="00B00717"/>
    <w:rsid w:val="00B76E02"/>
    <w:rsid w:val="00B8492F"/>
    <w:rsid w:val="00B91310"/>
    <w:rsid w:val="00B962EB"/>
    <w:rsid w:val="00BA3A76"/>
    <w:rsid w:val="00BA737D"/>
    <w:rsid w:val="00BB0462"/>
    <w:rsid w:val="00BB5A73"/>
    <w:rsid w:val="00BC2502"/>
    <w:rsid w:val="00BC41C0"/>
    <w:rsid w:val="00BC4D21"/>
    <w:rsid w:val="00BD1221"/>
    <w:rsid w:val="00BE1E15"/>
    <w:rsid w:val="00BE246D"/>
    <w:rsid w:val="00C27B97"/>
    <w:rsid w:val="00C465D0"/>
    <w:rsid w:val="00C4668F"/>
    <w:rsid w:val="00C6747D"/>
    <w:rsid w:val="00C81603"/>
    <w:rsid w:val="00C8623D"/>
    <w:rsid w:val="00C95C5E"/>
    <w:rsid w:val="00CC0955"/>
    <w:rsid w:val="00CC6B93"/>
    <w:rsid w:val="00CD5A26"/>
    <w:rsid w:val="00CD7612"/>
    <w:rsid w:val="00CE36EE"/>
    <w:rsid w:val="00D03BCA"/>
    <w:rsid w:val="00D22E88"/>
    <w:rsid w:val="00D26716"/>
    <w:rsid w:val="00D40F28"/>
    <w:rsid w:val="00D46C70"/>
    <w:rsid w:val="00D515B5"/>
    <w:rsid w:val="00D70546"/>
    <w:rsid w:val="00D82D84"/>
    <w:rsid w:val="00D90E70"/>
    <w:rsid w:val="00D97929"/>
    <w:rsid w:val="00DA19FC"/>
    <w:rsid w:val="00DA7318"/>
    <w:rsid w:val="00DF4F38"/>
    <w:rsid w:val="00DF7C9F"/>
    <w:rsid w:val="00E27CF5"/>
    <w:rsid w:val="00E37A7D"/>
    <w:rsid w:val="00E44FB5"/>
    <w:rsid w:val="00E51771"/>
    <w:rsid w:val="00E61DF9"/>
    <w:rsid w:val="00E61E71"/>
    <w:rsid w:val="00E77F88"/>
    <w:rsid w:val="00E948B6"/>
    <w:rsid w:val="00EA0F21"/>
    <w:rsid w:val="00EA1C71"/>
    <w:rsid w:val="00EC7FCF"/>
    <w:rsid w:val="00ED4781"/>
    <w:rsid w:val="00ED4A1A"/>
    <w:rsid w:val="00F269CD"/>
    <w:rsid w:val="00F40F53"/>
    <w:rsid w:val="00F44DE1"/>
    <w:rsid w:val="00F57B00"/>
    <w:rsid w:val="00F7391B"/>
    <w:rsid w:val="00F77F1D"/>
    <w:rsid w:val="00F87022"/>
    <w:rsid w:val="00F90857"/>
    <w:rsid w:val="00F9109D"/>
    <w:rsid w:val="00FB1487"/>
    <w:rsid w:val="00FB4136"/>
    <w:rsid w:val="00FB50EA"/>
    <w:rsid w:val="00FC0E16"/>
    <w:rsid w:val="00FC1BBF"/>
    <w:rsid w:val="00FC3113"/>
    <w:rsid w:val="00FE1AFF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03B924-5549-4F25-A9EC-71D2C5B5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946B8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996A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27B9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Loendtabel6">
    <w:name w:val="Table List 6"/>
    <w:basedOn w:val="Normaaltabel"/>
    <w:rsid w:val="00F57B00"/>
    <w:pPr>
      <w:spacing w:after="120"/>
    </w:pPr>
    <w:rPr>
      <w:sz w:val="22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Pis">
    <w:name w:val="header"/>
    <w:basedOn w:val="Normaallaad"/>
    <w:rsid w:val="00675818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67581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rsid w:val="0021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55048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rsid w:val="00D03BCA"/>
    <w:rPr>
      <w:color w:val="0000FF" w:themeColor="hyperlink"/>
      <w:u w:val="single"/>
    </w:rPr>
  </w:style>
  <w:style w:type="paragraph" w:styleId="Loendilik">
    <w:name w:val="List Paragraph"/>
    <w:basedOn w:val="Normaallaad"/>
    <w:uiPriority w:val="1"/>
    <w:qFormat/>
    <w:rsid w:val="0078577D"/>
    <w:pPr>
      <w:ind w:left="720"/>
      <w:contextualSpacing/>
    </w:pPr>
  </w:style>
  <w:style w:type="paragraph" w:styleId="Vahedeta">
    <w:name w:val="No Spacing"/>
    <w:uiPriority w:val="1"/>
    <w:qFormat/>
    <w:rsid w:val="00BA737D"/>
    <w:rPr>
      <w:sz w:val="22"/>
      <w:szCs w:val="22"/>
      <w:lang w:eastAsia="en-US"/>
    </w:rPr>
  </w:style>
  <w:style w:type="character" w:customStyle="1" w:styleId="apple-converted-space">
    <w:name w:val="apple-converted-space"/>
    <w:basedOn w:val="Liguvaikefont"/>
    <w:rsid w:val="00870EE2"/>
  </w:style>
  <w:style w:type="character" w:customStyle="1" w:styleId="hps">
    <w:name w:val="hps"/>
    <w:basedOn w:val="Liguvaikefont"/>
    <w:rsid w:val="000B4D6F"/>
  </w:style>
  <w:style w:type="paragraph" w:styleId="Alapealkiri">
    <w:name w:val="Subtitle"/>
    <w:basedOn w:val="Normaallaad"/>
    <w:next w:val="Normaallaad"/>
    <w:link w:val="AlapealkiriMrk"/>
    <w:qFormat/>
    <w:rsid w:val="00161A3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apealkiriMrk">
    <w:name w:val="Alapealkiri Märk"/>
    <w:basedOn w:val="Liguvaikefont"/>
    <w:link w:val="Alapealkiri"/>
    <w:rsid w:val="00161A3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Normaallaadveeb">
    <w:name w:val="Normal (Web)"/>
    <w:basedOn w:val="Normaallaad"/>
    <w:uiPriority w:val="99"/>
    <w:unhideWhenUsed/>
    <w:rsid w:val="00B007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27B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styleId="Tugev">
    <w:name w:val="Strong"/>
    <w:basedOn w:val="Liguvaikefont"/>
    <w:uiPriority w:val="22"/>
    <w:qFormat/>
    <w:rsid w:val="00C27B97"/>
    <w:rPr>
      <w:b/>
      <w:bCs/>
    </w:rPr>
  </w:style>
  <w:style w:type="paragraph" w:styleId="Pealkiri">
    <w:name w:val="Title"/>
    <w:basedOn w:val="Normaallaad"/>
    <w:next w:val="Normaallaad"/>
    <w:link w:val="PealkiriMrk"/>
    <w:qFormat/>
    <w:rsid w:val="00C27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C27B9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markedcontent">
    <w:name w:val="markedcontent"/>
    <w:basedOn w:val="Liguvaikefont"/>
    <w:rsid w:val="004D2346"/>
  </w:style>
  <w:style w:type="character" w:customStyle="1" w:styleId="Pealkiri1Mrk">
    <w:name w:val="Pealkiri 1 Märk"/>
    <w:basedOn w:val="Liguvaikefont"/>
    <w:link w:val="Pealkiri1"/>
    <w:rsid w:val="00996AA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Kehatekst">
    <w:name w:val="Body Text"/>
    <w:basedOn w:val="Normaallaad"/>
    <w:link w:val="KehatekstMrk"/>
    <w:uiPriority w:val="1"/>
    <w:qFormat/>
    <w:rsid w:val="00996AA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et-EE"/>
    </w:rPr>
  </w:style>
  <w:style w:type="character" w:customStyle="1" w:styleId="KehatekstMrk">
    <w:name w:val="Kehatekst Märk"/>
    <w:basedOn w:val="Liguvaikefont"/>
    <w:link w:val="Kehatekst"/>
    <w:uiPriority w:val="1"/>
    <w:rsid w:val="00996AA6"/>
    <w:rPr>
      <w:rFonts w:eastAsiaTheme="minorEastAsia"/>
      <w:sz w:val="24"/>
      <w:szCs w:val="24"/>
    </w:rPr>
  </w:style>
  <w:style w:type="paragraph" w:customStyle="1" w:styleId="TableParagraph">
    <w:name w:val="Table Paragraph"/>
    <w:basedOn w:val="Normaallaad"/>
    <w:uiPriority w:val="1"/>
    <w:qFormat/>
    <w:rsid w:val="00996AA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iri.johannes\Desktop\linnakantselei%20kiri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3475A-84AC-4E09-8272-93737C07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linnakantselei kiri</Template>
  <TotalTime>1</TotalTime>
  <Pages>1</Pages>
  <Words>78</Words>
  <Characters>458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Narva Linnavalitsus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Marika</cp:lastModifiedBy>
  <cp:revision>2</cp:revision>
  <cp:lastPrinted>2023-12-07T09:13:00Z</cp:lastPrinted>
  <dcterms:created xsi:type="dcterms:W3CDTF">2024-02-08T09:18:00Z</dcterms:created>
  <dcterms:modified xsi:type="dcterms:W3CDTF">2024-02-08T09:18:00Z</dcterms:modified>
</cp:coreProperties>
</file>